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22558" w14:textId="77777777" w:rsidR="00B3078E" w:rsidRDefault="00B3078E" w:rsidP="00B3078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4C4EA773" w14:textId="5EF04268" w:rsidR="00AC4363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  <w:bookmarkStart w:id="0" w:name="_GoBack"/>
      <w:bookmarkEnd w:id="0"/>
    </w:p>
    <w:p w14:paraId="42307349" w14:textId="77777777" w:rsidR="00B3078E" w:rsidRPr="006800DB" w:rsidRDefault="00B3078E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016731A0" w14:textId="77777777"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14:paraId="6EE7738E" w14:textId="77777777" w:rsidR="0085747A" w:rsidRPr="006800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2020 - 2025</w:t>
      </w:r>
    </w:p>
    <w:p w14:paraId="4DDBC553" w14:textId="6DDEBB36"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2020/2021</w:t>
      </w:r>
    </w:p>
    <w:p w14:paraId="032DD347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F0145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00DB" w14:paraId="335C1B5B" w14:textId="77777777" w:rsidTr="00B819C8">
        <w:tc>
          <w:tcPr>
            <w:tcW w:w="2694" w:type="dxa"/>
            <w:vAlign w:val="center"/>
          </w:tcPr>
          <w:p w14:paraId="2AB06992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C4AE" w14:textId="644CDAFE"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14:paraId="2FDB3985" w14:textId="77777777" w:rsidTr="00B819C8">
        <w:tc>
          <w:tcPr>
            <w:tcW w:w="2694" w:type="dxa"/>
            <w:vAlign w:val="center"/>
          </w:tcPr>
          <w:p w14:paraId="6F924B38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CA964" w14:textId="307280BD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14:paraId="0B9116FC" w14:textId="77777777" w:rsidTr="00B819C8">
        <w:tc>
          <w:tcPr>
            <w:tcW w:w="2694" w:type="dxa"/>
            <w:vAlign w:val="center"/>
          </w:tcPr>
          <w:p w14:paraId="083A7524" w14:textId="77777777"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ACA70A" w14:textId="77777777" w:rsidR="0085747A" w:rsidRPr="006800DB" w:rsidRDefault="007A265C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800DB" w14:paraId="65DD3C0B" w14:textId="77777777" w:rsidTr="00B819C8">
        <w:tc>
          <w:tcPr>
            <w:tcW w:w="2694" w:type="dxa"/>
            <w:vAlign w:val="center"/>
          </w:tcPr>
          <w:p w14:paraId="582B67AF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358FE0" w14:textId="77777777"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14:paraId="20812E4A" w14:textId="77777777" w:rsidTr="00B819C8">
        <w:tc>
          <w:tcPr>
            <w:tcW w:w="2694" w:type="dxa"/>
            <w:vAlign w:val="center"/>
          </w:tcPr>
          <w:p w14:paraId="7355709F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CE82EB" w14:textId="28E971D4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14:paraId="07E6F564" w14:textId="77777777" w:rsidTr="00B819C8">
        <w:tc>
          <w:tcPr>
            <w:tcW w:w="2694" w:type="dxa"/>
            <w:vAlign w:val="center"/>
          </w:tcPr>
          <w:p w14:paraId="16D99A36" w14:textId="77777777"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FDCE7A" w14:textId="301CF0B8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14:paraId="6B5384E5" w14:textId="77777777" w:rsidTr="00B819C8">
        <w:tc>
          <w:tcPr>
            <w:tcW w:w="2694" w:type="dxa"/>
            <w:vAlign w:val="center"/>
          </w:tcPr>
          <w:p w14:paraId="4260B35A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CD5C1D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14:paraId="6A558E59" w14:textId="77777777" w:rsidTr="00B819C8">
        <w:tc>
          <w:tcPr>
            <w:tcW w:w="2694" w:type="dxa"/>
            <w:vAlign w:val="center"/>
          </w:tcPr>
          <w:p w14:paraId="7E1E468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842392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800DB" w14:paraId="788A4A1E" w14:textId="77777777" w:rsidTr="00B819C8">
        <w:tc>
          <w:tcPr>
            <w:tcW w:w="2694" w:type="dxa"/>
            <w:vAlign w:val="center"/>
          </w:tcPr>
          <w:p w14:paraId="6F42E54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6241FC" w14:textId="77777777"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14:paraId="14F9CBF4" w14:textId="77777777" w:rsidTr="00B819C8">
        <w:tc>
          <w:tcPr>
            <w:tcW w:w="2694" w:type="dxa"/>
            <w:vAlign w:val="center"/>
          </w:tcPr>
          <w:p w14:paraId="6C4A5E8D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1A3896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14:paraId="31D1A0B8" w14:textId="77777777" w:rsidTr="00B819C8">
        <w:tc>
          <w:tcPr>
            <w:tcW w:w="2694" w:type="dxa"/>
            <w:vAlign w:val="center"/>
          </w:tcPr>
          <w:p w14:paraId="4E12140D" w14:textId="77777777"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980A58" w14:textId="77777777"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14:paraId="04FDF0A3" w14:textId="77777777" w:rsidTr="00B819C8">
        <w:tc>
          <w:tcPr>
            <w:tcW w:w="2694" w:type="dxa"/>
            <w:vAlign w:val="center"/>
          </w:tcPr>
          <w:p w14:paraId="520F8903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080D95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800DB" w14:paraId="7370E899" w14:textId="77777777" w:rsidTr="00B819C8">
        <w:tc>
          <w:tcPr>
            <w:tcW w:w="2694" w:type="dxa"/>
            <w:vAlign w:val="center"/>
          </w:tcPr>
          <w:p w14:paraId="1D055916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37597C" w14:textId="77777777" w:rsidR="0085747A" w:rsidRPr="006800DB" w:rsidRDefault="00FE2729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Maciej Wnuk, prof. UR</w:t>
            </w:r>
          </w:p>
        </w:tc>
      </w:tr>
    </w:tbl>
    <w:p w14:paraId="4D982DD7" w14:textId="77777777"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14:paraId="62237F79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DE3428" w14:textId="77777777"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8384ED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800DB" w14:paraId="50567AB6" w14:textId="77777777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39E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14:paraId="1EAC7F60" w14:textId="77777777"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4B7B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A41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2014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7B6E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E79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64AE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676A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1F40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E0F9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14:paraId="0AB6EC1C" w14:textId="77777777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722F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3549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24E8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CDFF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70D3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298A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9A2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2845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D8FA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B6AE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8C98CF" w14:textId="77777777"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349468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2E4CF1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F4AC0B9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D046C2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E375A3E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14:paraId="1547F6FB" w14:textId="366B1F2C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14:paraId="7C8DC739" w14:textId="04DACA76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46979C06" w14:textId="3E4925C9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14:paraId="226FC0FB" w14:textId="77777777"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4B1010" w14:textId="77777777"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18F51771" w14:textId="77777777" w:rsidTr="00745302">
        <w:tc>
          <w:tcPr>
            <w:tcW w:w="9670" w:type="dxa"/>
          </w:tcPr>
          <w:p w14:paraId="3EB3F61A" w14:textId="680981B6"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14:paraId="0D911548" w14:textId="77777777"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A2CB9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14:paraId="5FC26635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D7F784" w14:textId="77777777"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14:paraId="5B3F4AE2" w14:textId="77777777"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32E" w:rsidRPr="006800DB" w14:paraId="09FAC31C" w14:textId="77777777" w:rsidTr="0044432E">
        <w:tc>
          <w:tcPr>
            <w:tcW w:w="845" w:type="dxa"/>
            <w:vAlign w:val="center"/>
          </w:tcPr>
          <w:p w14:paraId="2628A854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27F4F7" w14:textId="67DF3172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14:paraId="2338DF6B" w14:textId="77777777" w:rsidTr="0044432E">
        <w:tc>
          <w:tcPr>
            <w:tcW w:w="845" w:type="dxa"/>
            <w:vAlign w:val="center"/>
          </w:tcPr>
          <w:p w14:paraId="741BAC3D" w14:textId="77777777"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DC55272" w14:textId="7878D4AD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14:paraId="674FE19E" w14:textId="77777777" w:rsidTr="0044432E">
        <w:tc>
          <w:tcPr>
            <w:tcW w:w="845" w:type="dxa"/>
            <w:vAlign w:val="center"/>
          </w:tcPr>
          <w:p w14:paraId="57DFCC75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E8F2AD3" w14:textId="4E83F120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14:paraId="7E9ECD30" w14:textId="77777777" w:rsidTr="0044432E">
        <w:tc>
          <w:tcPr>
            <w:tcW w:w="845" w:type="dxa"/>
            <w:vAlign w:val="center"/>
          </w:tcPr>
          <w:p w14:paraId="4D720340" w14:textId="0BAC4C90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814572" w14:textId="36C63144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14:paraId="5766411A" w14:textId="77777777" w:rsidTr="0044432E">
        <w:tc>
          <w:tcPr>
            <w:tcW w:w="845" w:type="dxa"/>
            <w:vAlign w:val="center"/>
          </w:tcPr>
          <w:p w14:paraId="56A01827" w14:textId="5B937933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0CF5010" w14:textId="6C5CD2F8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14:paraId="7E8F53D2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8F8EEE" w14:textId="77777777"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14:paraId="2D6B332D" w14:textId="77777777"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3D17" w:rsidRPr="006800DB" w14:paraId="0D111112" w14:textId="77777777" w:rsidTr="00963B35">
        <w:tc>
          <w:tcPr>
            <w:tcW w:w="1681" w:type="dxa"/>
            <w:vAlign w:val="center"/>
          </w:tcPr>
          <w:p w14:paraId="049722B6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1B6008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3FEA6B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14:paraId="4E276D28" w14:textId="77777777" w:rsidTr="00963B35">
        <w:tc>
          <w:tcPr>
            <w:tcW w:w="1681" w:type="dxa"/>
            <w:vAlign w:val="center"/>
          </w:tcPr>
          <w:p w14:paraId="28A9940D" w14:textId="77777777"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0CA17451" w14:textId="0CB7D136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28F806BE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14:paraId="70229BEE" w14:textId="77777777" w:rsidTr="00191747">
        <w:tc>
          <w:tcPr>
            <w:tcW w:w="1681" w:type="dxa"/>
          </w:tcPr>
          <w:p w14:paraId="62C89F4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5943CEA" w14:textId="2612F451"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14:paraId="62F1C515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14:paraId="041689F7" w14:textId="77777777" w:rsidTr="00191747">
        <w:tc>
          <w:tcPr>
            <w:tcW w:w="1681" w:type="dxa"/>
          </w:tcPr>
          <w:p w14:paraId="7AC4E97A" w14:textId="77777777"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3DDC70" w14:textId="57366503"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14:paraId="333E9CEA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14:paraId="3908F143" w14:textId="77777777" w:rsidTr="00191747">
        <w:tc>
          <w:tcPr>
            <w:tcW w:w="1681" w:type="dxa"/>
          </w:tcPr>
          <w:p w14:paraId="6FB76ABF" w14:textId="77777777"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870D0E" w14:textId="4E43E255"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14:paraId="5A0CD309" w14:textId="77777777"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271C6DE2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B04914" w14:textId="77777777"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14:paraId="6DF02CCD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14:paraId="31F39894" w14:textId="77777777"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1F7F04B6" w14:textId="77777777" w:rsidTr="00075C58">
        <w:tc>
          <w:tcPr>
            <w:tcW w:w="9520" w:type="dxa"/>
          </w:tcPr>
          <w:p w14:paraId="69313304" w14:textId="77777777"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6480EF90" w14:textId="77777777" w:rsidTr="00075C58">
        <w:tc>
          <w:tcPr>
            <w:tcW w:w="9520" w:type="dxa"/>
          </w:tcPr>
          <w:p w14:paraId="66E46EF1" w14:textId="0E03855D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Struktura i właściwości kwasów nukleinowych. Organizacja genomu Prokaryota i Eukaryota. Organizacja mitochondrialnego DNA. Transpozony. Typy i funkcje RNA.</w:t>
            </w:r>
          </w:p>
        </w:tc>
      </w:tr>
      <w:tr w:rsidR="00075C58" w:rsidRPr="006800DB" w14:paraId="7DE7C337" w14:textId="77777777" w:rsidTr="00075C58">
        <w:tc>
          <w:tcPr>
            <w:tcW w:w="9520" w:type="dxa"/>
          </w:tcPr>
          <w:p w14:paraId="41734340" w14:textId="381FEBF2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14:paraId="0BD1BF1E" w14:textId="77777777" w:rsidTr="00075C58">
        <w:tc>
          <w:tcPr>
            <w:tcW w:w="9520" w:type="dxa"/>
          </w:tcPr>
          <w:p w14:paraId="3F39146F" w14:textId="3BAB6E5E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Eukaryota na poziomie transkrypcji. Mechanizmy epigenetyczne. Modyfikacje histonów oraz DNA.  Regulowanie ekspresji genów potranskrypcyjnie (siRNA, mikroRNA, lncRNA). </w:t>
            </w:r>
          </w:p>
        </w:tc>
      </w:tr>
      <w:tr w:rsidR="00075C58" w:rsidRPr="006800DB" w14:paraId="5FD44C70" w14:textId="77777777" w:rsidTr="00075C58">
        <w:tc>
          <w:tcPr>
            <w:tcW w:w="9520" w:type="dxa"/>
          </w:tcPr>
          <w:p w14:paraId="6EC39266" w14:textId="6E85486A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Splicing, mechanizm dojrzewania mRNA.</w:t>
            </w:r>
          </w:p>
        </w:tc>
      </w:tr>
      <w:tr w:rsidR="00075C58" w:rsidRPr="006800DB" w14:paraId="284506BF" w14:textId="77777777" w:rsidTr="00075C58">
        <w:tc>
          <w:tcPr>
            <w:tcW w:w="9520" w:type="dxa"/>
          </w:tcPr>
          <w:p w14:paraId="21A3E997" w14:textId="7B208C66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genetyczny. Translacja.  Modyfikacje posttranslacyjne i transport białek w komórce.</w:t>
            </w:r>
          </w:p>
        </w:tc>
      </w:tr>
      <w:tr w:rsidR="00075C58" w:rsidRPr="006800DB" w14:paraId="308BA725" w14:textId="77777777" w:rsidTr="00075C58">
        <w:tc>
          <w:tcPr>
            <w:tcW w:w="9520" w:type="dxa"/>
          </w:tcPr>
          <w:p w14:paraId="4DBB968E" w14:textId="7897FCF2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14:paraId="764CF8C4" w14:textId="77777777" w:rsidTr="00075C58">
        <w:tc>
          <w:tcPr>
            <w:tcW w:w="9520" w:type="dxa"/>
          </w:tcPr>
          <w:p w14:paraId="33FFC59D" w14:textId="01F0642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14:paraId="089D9EBE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FA562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14:paraId="1BD86996" w14:textId="77777777"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289E0B33" w14:textId="77777777" w:rsidTr="00075C58">
        <w:tc>
          <w:tcPr>
            <w:tcW w:w="9520" w:type="dxa"/>
          </w:tcPr>
          <w:p w14:paraId="58574FD2" w14:textId="77777777"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75C58" w:rsidRPr="006800DB" w14:paraId="409671EE" w14:textId="77777777" w:rsidTr="00075C58">
        <w:tc>
          <w:tcPr>
            <w:tcW w:w="9520" w:type="dxa"/>
          </w:tcPr>
          <w:p w14:paraId="383F105C" w14:textId="77777777"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14:paraId="52206A2F" w14:textId="66635FED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Podział komórki. Obserwacja mitozy w komórkach merystemów wierzchołkowych korzenia cebuli oraz czosnku.</w:t>
            </w:r>
          </w:p>
        </w:tc>
      </w:tr>
      <w:tr w:rsidR="00075C58" w:rsidRPr="006800DB" w14:paraId="6F2224FA" w14:textId="77777777" w:rsidTr="00075C58">
        <w:tc>
          <w:tcPr>
            <w:tcW w:w="9520" w:type="dxa"/>
          </w:tcPr>
          <w:p w14:paraId="49341BFA" w14:textId="5108CBB0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Genetyka klasyczna: Badania Grzegorza Mendla, Segregacja cech mendlowskich (prawa dziedziczenia : segregacja cech dominujących i recesywnych, niezależna segregacja dwóch cech, krzyżówki testowe, odstępstwa od mendlowskiego wzoru dziedziczenia.</w:t>
            </w:r>
          </w:p>
        </w:tc>
      </w:tr>
      <w:tr w:rsidR="00075C58" w:rsidRPr="006800DB" w14:paraId="138D702C" w14:textId="77777777" w:rsidTr="00075C58">
        <w:tc>
          <w:tcPr>
            <w:tcW w:w="9520" w:type="dxa"/>
          </w:tcPr>
          <w:p w14:paraId="341511F1" w14:textId="5047E34E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oragnizmu modelowego Genetyka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14:paraId="275E08BE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14:paraId="5D8231B8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politenicznych z gruczołów ślinowych larw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14:paraId="66BA51BC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14:paraId="14DE76BC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14:paraId="357DD12E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14:paraId="5EAC5032" w14:textId="36CEA51B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14:paraId="43D0CBEB" w14:textId="77777777" w:rsidTr="00075C58">
        <w:tc>
          <w:tcPr>
            <w:tcW w:w="9520" w:type="dxa"/>
          </w:tcPr>
          <w:p w14:paraId="264BC4FC" w14:textId="3C2BBE14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14:paraId="4410ABA9" w14:textId="77777777" w:rsidTr="00075C58">
        <w:tc>
          <w:tcPr>
            <w:tcW w:w="9520" w:type="dxa"/>
          </w:tcPr>
          <w:p w14:paraId="4E964D5B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14:paraId="77228987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14:paraId="0302E859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14:paraId="14ACCBBC" w14:textId="21984BD1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14:paraId="0BF17EE3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D8BE0" w14:textId="77777777"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14:paraId="70E3BD3C" w14:textId="558836BA"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14:paraId="54BA3F05" w14:textId="77777777"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14:paraId="0810923D" w14:textId="77777777"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C6E574" w14:textId="77777777"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14:paraId="2F5D954B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800DB" w14:paraId="372E1CCE" w14:textId="77777777" w:rsidTr="00BE51A6">
        <w:tc>
          <w:tcPr>
            <w:tcW w:w="1962" w:type="dxa"/>
            <w:vAlign w:val="center"/>
          </w:tcPr>
          <w:p w14:paraId="3435255B" w14:textId="77777777"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E6D5FE" w14:textId="77777777"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AC6B7C" w14:textId="77777777"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A43169" w14:textId="77777777"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088048" w14:textId="25BF26D6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14:paraId="1A8FCC80" w14:textId="77777777" w:rsidTr="00BE51A6">
        <w:tc>
          <w:tcPr>
            <w:tcW w:w="1962" w:type="dxa"/>
            <w:vAlign w:val="center"/>
          </w:tcPr>
          <w:p w14:paraId="01E83BB7" w14:textId="6C8490E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45479E8B" w14:textId="34B7C49C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679A03C7" w14:textId="5999683C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14:paraId="532A8D11" w14:textId="77777777" w:rsidTr="00BE51A6">
        <w:tc>
          <w:tcPr>
            <w:tcW w:w="1962" w:type="dxa"/>
            <w:vAlign w:val="center"/>
          </w:tcPr>
          <w:p w14:paraId="200DDA88" w14:textId="05D05FA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4E8561C8" w14:textId="77B9DFB2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6E050F58" w14:textId="0A40B4D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14:paraId="30515DD8" w14:textId="77777777" w:rsidTr="00BE51A6">
        <w:tc>
          <w:tcPr>
            <w:tcW w:w="1962" w:type="dxa"/>
            <w:vAlign w:val="center"/>
          </w:tcPr>
          <w:p w14:paraId="3C5E0AE4" w14:textId="51BA3B5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7ED49D5F" w14:textId="6F663235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14:paraId="3DA64FD4" w14:textId="51BCE0DB"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14:paraId="051896F4" w14:textId="77777777"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63CEEF" w14:textId="77777777"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14:paraId="5F065474" w14:textId="77777777"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65F763C7" w14:textId="77777777" w:rsidTr="00923D7D">
        <w:tc>
          <w:tcPr>
            <w:tcW w:w="9670" w:type="dxa"/>
          </w:tcPr>
          <w:p w14:paraId="5C8F458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14:paraId="7F6BC5A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14:paraId="64898D0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14:paraId="0BF5045E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14:paraId="51B5390E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B: Pytania z zakresu widomości do rozumienia;</w:t>
            </w:r>
          </w:p>
          <w:p w14:paraId="305A9CB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C: Rozwiązywanie zadania pisemnego typowego;</w:t>
            </w:r>
          </w:p>
          <w:p w14:paraId="1F39D42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14:paraId="088D535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Kryteria oceny:</w:t>
            </w:r>
          </w:p>
          <w:p w14:paraId="30C3ACD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niewystarczające rozwiązanie zadań tylko z obszaru A i B =ocena 2,0</w:t>
            </w:r>
          </w:p>
          <w:p w14:paraId="5DC990D6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14:paraId="18C64374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14:paraId="300FB74A" w14:textId="560B1AE8"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14:paraId="5EBBB796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EDDB7" w14:textId="77777777"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0CA8B9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6800DB" w14:paraId="15084CF1" w14:textId="77777777" w:rsidTr="00A91E6A">
        <w:tc>
          <w:tcPr>
            <w:tcW w:w="5416" w:type="dxa"/>
            <w:vAlign w:val="center"/>
          </w:tcPr>
          <w:p w14:paraId="58B1829E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2CECD731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14:paraId="23941BB1" w14:textId="77777777" w:rsidTr="00A91E6A">
        <w:tc>
          <w:tcPr>
            <w:tcW w:w="5416" w:type="dxa"/>
          </w:tcPr>
          <w:p w14:paraId="7A7C80BB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00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00D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15637534" w14:textId="5EF4C3FC" w:rsidR="0085747A" w:rsidRPr="006800DB" w:rsidRDefault="00075C58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14:paraId="6C249DEB" w14:textId="77777777" w:rsidTr="00A91E6A">
        <w:tc>
          <w:tcPr>
            <w:tcW w:w="5416" w:type="dxa"/>
          </w:tcPr>
          <w:p w14:paraId="03F719F0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AACE5A" w14:textId="7D12FE90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14:paraId="68BB1514" w14:textId="556AFC70" w:rsidR="00C61DC5" w:rsidRPr="006800DB" w:rsidRDefault="007A5F7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00DB" w14:paraId="0307770E" w14:textId="77777777" w:rsidTr="00A91E6A">
        <w:tc>
          <w:tcPr>
            <w:tcW w:w="5416" w:type="dxa"/>
          </w:tcPr>
          <w:p w14:paraId="53CB31A9" w14:textId="4BF94320"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14:paraId="353D12D0" w14:textId="3A23A80A" w:rsidR="00C61DC5" w:rsidRPr="006800DB" w:rsidRDefault="00A91E6A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6800DB" w14:paraId="235EC5B8" w14:textId="77777777" w:rsidTr="00A91E6A">
        <w:tc>
          <w:tcPr>
            <w:tcW w:w="5416" w:type="dxa"/>
          </w:tcPr>
          <w:p w14:paraId="506EFE1F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D17C148" w14:textId="42EAE350" w:rsidR="0085747A" w:rsidRPr="006800DB" w:rsidRDefault="00075C5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800DB" w14:paraId="63C2F55A" w14:textId="77777777" w:rsidTr="00A91E6A">
        <w:tc>
          <w:tcPr>
            <w:tcW w:w="5416" w:type="dxa"/>
          </w:tcPr>
          <w:p w14:paraId="05D3E02A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2C4B6734" w14:textId="77777777"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B7821" w14:textId="77777777"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4C5C2F" w14:textId="77777777"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795AE1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14:paraId="4DA0417B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800DB" w14:paraId="55BD67D0" w14:textId="77777777" w:rsidTr="00BE51A6">
        <w:trPr>
          <w:trHeight w:val="397"/>
        </w:trPr>
        <w:tc>
          <w:tcPr>
            <w:tcW w:w="4082" w:type="dxa"/>
          </w:tcPr>
          <w:p w14:paraId="17FCDA10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A464B23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14:paraId="0D00DD61" w14:textId="77777777" w:rsidTr="00BE51A6">
        <w:trPr>
          <w:trHeight w:val="397"/>
        </w:trPr>
        <w:tc>
          <w:tcPr>
            <w:tcW w:w="4082" w:type="dxa"/>
          </w:tcPr>
          <w:p w14:paraId="5E447831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3C3E3A5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397AB2" w14:textId="77777777"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25022A" w14:textId="77777777"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14:paraId="5BD0D6B4" w14:textId="77777777"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800DB" w14:paraId="00E227A8" w14:textId="77777777" w:rsidTr="00BE51A6">
        <w:trPr>
          <w:trHeight w:val="397"/>
        </w:trPr>
        <w:tc>
          <w:tcPr>
            <w:tcW w:w="9497" w:type="dxa"/>
          </w:tcPr>
          <w:p w14:paraId="75C9A23C" w14:textId="77777777"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7DECB4" w14:textId="77777777"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F52076" w14:textId="77777777"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Allison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14:paraId="5883135E" w14:textId="20EB1F0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14:paraId="378ADCC2" w14:textId="7712AA1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14:paraId="6543CF9F" w14:textId="2214C818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Sadakierska-Chudy,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14:paraId="7580FC19" w14:textId="124D04F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Piatkowski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14:paraId="70543627" w14:textId="50713DFF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69AE65BC" w14:textId="23643C2D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Kłyszejko-Stefanowicz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5361D8BF" w14:textId="74A82B94"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14:paraId="6BC50873" w14:textId="77777777"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14:paraId="14306CFB" w14:textId="77777777" w:rsidTr="00BE51A6">
        <w:trPr>
          <w:trHeight w:val="397"/>
        </w:trPr>
        <w:tc>
          <w:tcPr>
            <w:tcW w:w="9497" w:type="dxa"/>
          </w:tcPr>
          <w:p w14:paraId="7F17FF84" w14:textId="6B2AC40C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84709A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Wydawnictwo Uniwersytetu 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Przyrodniczego, Poznań 2008.</w:t>
            </w:r>
          </w:p>
          <w:p w14:paraId="62AFFD30" w14:textId="42E07912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Baza danych: Pubmed</w:t>
            </w:r>
          </w:p>
          <w:p w14:paraId="56B26097" w14:textId="77777777"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0D190C8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C19F5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6C828D" w14:textId="77777777"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A1D13EA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91BDD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2CC60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61473" w14:textId="22F2839B"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A6788" w14:textId="77777777" w:rsidR="000D3543" w:rsidRDefault="000D3543" w:rsidP="00C16ABF">
      <w:pPr>
        <w:spacing w:after="0" w:line="240" w:lineRule="auto"/>
      </w:pPr>
      <w:r>
        <w:separator/>
      </w:r>
    </w:p>
  </w:endnote>
  <w:endnote w:type="continuationSeparator" w:id="0">
    <w:p w14:paraId="4381832A" w14:textId="77777777" w:rsidR="000D3543" w:rsidRDefault="000D35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49EC5" w14:textId="77777777" w:rsidR="000D3543" w:rsidRDefault="000D3543" w:rsidP="00C16ABF">
      <w:pPr>
        <w:spacing w:after="0" w:line="240" w:lineRule="auto"/>
      </w:pPr>
      <w:r>
        <w:separator/>
      </w:r>
    </w:p>
  </w:footnote>
  <w:footnote w:type="continuationSeparator" w:id="0">
    <w:p w14:paraId="7B4CD51B" w14:textId="77777777" w:rsidR="000D3543" w:rsidRDefault="000D3543" w:rsidP="00C16ABF">
      <w:pPr>
        <w:spacing w:after="0" w:line="240" w:lineRule="auto"/>
      </w:pPr>
      <w:r>
        <w:continuationSeparator/>
      </w:r>
    </w:p>
  </w:footnote>
  <w:footnote w:id="1">
    <w:p w14:paraId="30AFE060" w14:textId="77777777"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24BC"/>
    <w:rsid w:val="0009462C"/>
    <w:rsid w:val="00094B12"/>
    <w:rsid w:val="000953D8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543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1747"/>
    <w:rsid w:val="00192F37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17F0C"/>
    <w:rsid w:val="00520E1C"/>
    <w:rsid w:val="005363C4"/>
    <w:rsid w:val="00536BDE"/>
    <w:rsid w:val="00543ACC"/>
    <w:rsid w:val="0056696D"/>
    <w:rsid w:val="0059484D"/>
    <w:rsid w:val="00595209"/>
    <w:rsid w:val="005A0855"/>
    <w:rsid w:val="005A3196"/>
    <w:rsid w:val="005C080F"/>
    <w:rsid w:val="005C0A5E"/>
    <w:rsid w:val="005C55E5"/>
    <w:rsid w:val="005C696A"/>
    <w:rsid w:val="005E6E85"/>
    <w:rsid w:val="005F31D2"/>
    <w:rsid w:val="006004ED"/>
    <w:rsid w:val="0061029B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315"/>
    <w:rsid w:val="00A21AEA"/>
    <w:rsid w:val="00A2245B"/>
    <w:rsid w:val="00A30110"/>
    <w:rsid w:val="00A30C5B"/>
    <w:rsid w:val="00A33A04"/>
    <w:rsid w:val="00A36899"/>
    <w:rsid w:val="00A371F6"/>
    <w:rsid w:val="00A42264"/>
    <w:rsid w:val="00A43BF6"/>
    <w:rsid w:val="00A53FA5"/>
    <w:rsid w:val="00A54817"/>
    <w:rsid w:val="00A601C8"/>
    <w:rsid w:val="00A60799"/>
    <w:rsid w:val="00A740CF"/>
    <w:rsid w:val="00A758DA"/>
    <w:rsid w:val="00A84C85"/>
    <w:rsid w:val="00A91E6A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078E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9681"/>
  <w15:docId w15:val="{AD96A747-850F-42E8-9922-8F03622C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0BE9D-64EB-47FF-9737-8A3F89B3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2020-03-03T07:52:00Z</dcterms:created>
  <dcterms:modified xsi:type="dcterms:W3CDTF">2024-02-27T07:42:00Z</dcterms:modified>
</cp:coreProperties>
</file>